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95FC" w14:textId="557A1ED9" w:rsidR="00BD5391" w:rsidRPr="00BD5391" w:rsidRDefault="004E48A6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</w:rPr>
        <w:t>The New W 120 Fi Compact Milling Machine Headlines the Show of Wirtgen Group Solutions at World of Asphalt 2022</w:t>
      </w:r>
    </w:p>
    <w:p w14:paraId="6CA39DCA" w14:textId="77777777"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14:paraId="4CDEC428" w14:textId="0145F161" w:rsidR="008B59E8" w:rsidRDefault="00377BE9" w:rsidP="00ED569B">
      <w:pPr>
        <w:spacing w:line="276" w:lineRule="auto"/>
        <w:jc w:val="both"/>
        <w:rPr>
          <w:iCs/>
          <w:sz w:val="22"/>
        </w:rPr>
      </w:pPr>
      <w:r>
        <w:rPr>
          <w:sz w:val="22"/>
        </w:rPr>
        <w:t xml:space="preserve">From March 29–31, 2022, the Wirtgen Group will be showing 11 exhibits representing a cross-section of its market-oriented and holistic solutions for the entire road construction process at the event in Nashville. The highlight of the show, the W 120 Fi, celebrates its world premiere at the event as a representative of Wirtgen’s new generation of compact milling machines. </w:t>
      </w:r>
    </w:p>
    <w:p w14:paraId="5BE945E4" w14:textId="0713CBC7" w:rsidR="00BD5391" w:rsidRDefault="006C5A75" w:rsidP="00ED569B">
      <w:pPr>
        <w:spacing w:line="276" w:lineRule="auto"/>
        <w:jc w:val="both"/>
        <w:rPr>
          <w:iCs/>
          <w:sz w:val="22"/>
        </w:rPr>
      </w:pPr>
      <w:r>
        <w:rPr>
          <w:sz w:val="22"/>
        </w:rPr>
        <w:t>On the around 9,000 sq ft / 840 m² of Booth 2302 at the show, the focus will be set not only on Wirtgen Group solutions, but also on the critical issues of cost-effectiveness and sustainability.</w:t>
      </w:r>
    </w:p>
    <w:p w14:paraId="1C645586" w14:textId="5031B930" w:rsidR="003D322E" w:rsidRDefault="003D322E" w:rsidP="00ED569B">
      <w:pPr>
        <w:spacing w:line="276" w:lineRule="auto"/>
        <w:jc w:val="both"/>
        <w:rPr>
          <w:iCs/>
          <w:sz w:val="22"/>
        </w:rPr>
      </w:pPr>
    </w:p>
    <w:p w14:paraId="47162338" w14:textId="77777777" w:rsidR="00DF393A" w:rsidRPr="00E4572E" w:rsidRDefault="00DF393A" w:rsidP="00DF393A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>Photos:</w:t>
      </w:r>
    </w:p>
    <w:p w14:paraId="3751F602" w14:textId="7D8EA825" w:rsidR="00DF393A" w:rsidRPr="00E4572E" w:rsidRDefault="000C369D" w:rsidP="00DF393A">
      <w:pPr>
        <w:pStyle w:val="BUbold"/>
      </w:pPr>
      <w:r>
        <w:rPr>
          <w:b w:val="0"/>
          <w:noProof/>
        </w:rPr>
        <w:drawing>
          <wp:inline distT="0" distB="0" distL="0" distR="0" wp14:anchorId="2A1C5EEF" wp14:editId="267897C2">
            <wp:extent cx="1986380" cy="1324034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380" cy="132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br/>
      </w:r>
      <w:r w:rsidR="00AF4964" w:rsidRPr="00AF4964">
        <w:t>W_graphic_W120Fi_00001_HI</w:t>
      </w:r>
    </w:p>
    <w:p w14:paraId="76C6C5B5" w14:textId="5A88E1B3" w:rsidR="00DF393A" w:rsidRPr="00E07290" w:rsidRDefault="00772664" w:rsidP="00DF393A">
      <w:pPr>
        <w:rPr>
          <w:rFonts w:eastAsia="Calibri" w:cs="Arial"/>
          <w:bCs/>
          <w:sz w:val="20"/>
          <w:szCs w:val="20"/>
        </w:rPr>
      </w:pPr>
      <w:r w:rsidRPr="00772664">
        <w:rPr>
          <w:sz w:val="20"/>
        </w:rPr>
        <w:t xml:space="preserve">Unique in this industry segment, the innovative technologies of the proven </w:t>
      </w:r>
      <w:r>
        <w:rPr>
          <w:sz w:val="20"/>
        </w:rPr>
        <w:t xml:space="preserve">Wirtgen </w:t>
      </w:r>
      <w:r w:rsidRPr="00772664">
        <w:rPr>
          <w:sz w:val="20"/>
        </w:rPr>
        <w:t>F-series large milling machines have now been integrated in the company’s compact milling machines</w:t>
      </w:r>
      <w:r w:rsidR="000C369D">
        <w:rPr>
          <w:sz w:val="20"/>
        </w:rPr>
        <w:t>.</w:t>
      </w:r>
    </w:p>
    <w:p w14:paraId="3CE669A7" w14:textId="77777777" w:rsidR="000B53E6" w:rsidRPr="00DF393A" w:rsidRDefault="000B53E6" w:rsidP="00DF393A">
      <w:pPr>
        <w:rPr>
          <w:rFonts w:eastAsia="Calibri" w:cs="Arial"/>
          <w:bCs/>
          <w:sz w:val="22"/>
          <w:szCs w:val="22"/>
        </w:rPr>
      </w:pPr>
    </w:p>
    <w:p w14:paraId="322CA421" w14:textId="32544CA5" w:rsidR="00DF393A" w:rsidRPr="006C0C87" w:rsidRDefault="00DF393A" w:rsidP="00DF393A">
      <w:pPr>
        <w:pStyle w:val="Note"/>
      </w:pPr>
      <w:r>
        <w:t>Note: the photographs shown here are only previews. If you wish to publish them in other media, please download the higher resolution (300 dpi) versions from the Wirtgen Group websites.</w:t>
      </w:r>
    </w:p>
    <w:p w14:paraId="75A1557C" w14:textId="7B504167" w:rsidR="00DF393A" w:rsidRPr="000B53E6" w:rsidRDefault="00DF393A" w:rsidP="000B53E6">
      <w:pPr>
        <w:rPr>
          <w:rFonts w:eastAsiaTheme="minorHAnsi" w:cstheme="minorBidi"/>
          <w:b/>
          <w:bCs/>
          <w:iCs/>
          <w:sz w:val="22"/>
          <w:szCs w:val="22"/>
        </w:rPr>
      </w:pPr>
      <w:r>
        <w:rPr>
          <w:b/>
          <w:sz w:val="22"/>
        </w:rPr>
        <w:t>For further information, please contact us at:</w:t>
      </w:r>
    </w:p>
    <w:p w14:paraId="49596B89" w14:textId="77777777" w:rsidR="00DF393A" w:rsidRDefault="00DF393A" w:rsidP="00DF393A">
      <w:pPr>
        <w:pStyle w:val="Absatzberschrift"/>
      </w:pPr>
    </w:p>
    <w:p w14:paraId="067F396B" w14:textId="77777777" w:rsidR="00DF393A" w:rsidRPr="00AF4964" w:rsidRDefault="00DF393A" w:rsidP="00DF393A">
      <w:pPr>
        <w:pStyle w:val="Absatzberschrift"/>
        <w:rPr>
          <w:b w:val="0"/>
          <w:bCs/>
          <w:szCs w:val="22"/>
          <w:lang w:val="de-DE"/>
        </w:rPr>
      </w:pPr>
      <w:r w:rsidRPr="00AF4964">
        <w:rPr>
          <w:b w:val="0"/>
          <w:lang w:val="de-DE"/>
        </w:rPr>
        <w:t>WIRTGEN GROUP</w:t>
      </w:r>
    </w:p>
    <w:p w14:paraId="59CA7EC2" w14:textId="77777777" w:rsidR="00DF393A" w:rsidRPr="00AF4964" w:rsidRDefault="00DF393A" w:rsidP="00DF393A">
      <w:pPr>
        <w:pStyle w:val="Fuzeile1"/>
        <w:rPr>
          <w:lang w:val="de-DE"/>
        </w:rPr>
      </w:pPr>
      <w:r w:rsidRPr="00AF4964">
        <w:rPr>
          <w:lang w:val="de-DE"/>
        </w:rPr>
        <w:t>Public Relations</w:t>
      </w:r>
    </w:p>
    <w:p w14:paraId="486DBDDB" w14:textId="77777777" w:rsidR="00DF393A" w:rsidRPr="00AF4964" w:rsidRDefault="00DF393A" w:rsidP="00DF393A">
      <w:pPr>
        <w:pStyle w:val="Fuzeile1"/>
        <w:rPr>
          <w:lang w:val="de-DE"/>
        </w:rPr>
      </w:pPr>
      <w:r w:rsidRPr="00AF4964">
        <w:rPr>
          <w:lang w:val="de-DE"/>
        </w:rPr>
        <w:t>Reinhard-Wirtgen-</w:t>
      </w:r>
      <w:proofErr w:type="spellStart"/>
      <w:r w:rsidRPr="00AF4964">
        <w:rPr>
          <w:lang w:val="de-DE"/>
        </w:rPr>
        <w:t>Strasse</w:t>
      </w:r>
      <w:proofErr w:type="spellEnd"/>
      <w:r w:rsidRPr="00AF4964">
        <w:rPr>
          <w:lang w:val="de-DE"/>
        </w:rPr>
        <w:t xml:space="preserve"> 2</w:t>
      </w:r>
    </w:p>
    <w:p w14:paraId="35194B2F" w14:textId="77777777" w:rsidR="00DF393A" w:rsidRDefault="00DF393A" w:rsidP="00DF393A">
      <w:pPr>
        <w:pStyle w:val="Fuzeile1"/>
      </w:pPr>
      <w:r>
        <w:t xml:space="preserve">53578 </w:t>
      </w:r>
      <w:proofErr w:type="spellStart"/>
      <w:r>
        <w:t>Windhagen</w:t>
      </w:r>
      <w:proofErr w:type="spellEnd"/>
    </w:p>
    <w:p w14:paraId="26660EA3" w14:textId="77777777" w:rsidR="00DF393A" w:rsidRDefault="00DF393A" w:rsidP="00DF393A">
      <w:pPr>
        <w:pStyle w:val="Fuzeile1"/>
      </w:pPr>
      <w:r>
        <w:t>Germany</w:t>
      </w:r>
    </w:p>
    <w:p w14:paraId="344C3E69" w14:textId="77777777" w:rsidR="00DF393A" w:rsidRDefault="00DF393A" w:rsidP="00DF393A">
      <w:pPr>
        <w:pStyle w:val="Fuzeile1"/>
      </w:pPr>
    </w:p>
    <w:p w14:paraId="6C0308A6" w14:textId="77777777" w:rsidR="00DF393A" w:rsidRDefault="00DF393A" w:rsidP="00DF393A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Telephone: +49-2645-131-1966 </w:t>
      </w:r>
    </w:p>
    <w:p w14:paraId="4B6FC596" w14:textId="77777777" w:rsidR="00DF393A" w:rsidRDefault="00DF393A" w:rsidP="00DF393A">
      <w:pPr>
        <w:pStyle w:val="Fuzeile1"/>
      </w:pPr>
      <w:r>
        <w:t>Fax: +49-2645-131-499</w:t>
      </w:r>
    </w:p>
    <w:p w14:paraId="19FBD9F2" w14:textId="77777777" w:rsidR="00DF393A" w:rsidRDefault="00DF393A" w:rsidP="00DF393A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6DE4D335" w14:textId="77777777" w:rsidR="00DF393A" w:rsidRPr="00F91A52" w:rsidRDefault="00DF393A" w:rsidP="00DF393A">
      <w:pPr>
        <w:pStyle w:val="Fuzeile1"/>
        <w:rPr>
          <w:vanish/>
        </w:rPr>
      </w:pPr>
    </w:p>
    <w:p w14:paraId="7E877E3A" w14:textId="77777777" w:rsidR="00DF393A" w:rsidRPr="00F74540" w:rsidRDefault="00DF393A" w:rsidP="00DF393A">
      <w:pPr>
        <w:pStyle w:val="Fuzeile1"/>
      </w:pPr>
      <w:r>
        <w:t>www.wirtgen-group.com</w:t>
      </w:r>
    </w:p>
    <w:p w14:paraId="6D12916D" w14:textId="7C61F443" w:rsidR="00DF393A" w:rsidRDefault="00DF393A">
      <w:pPr>
        <w:rPr>
          <w:rFonts w:eastAsia="Calibri" w:cs="Arial"/>
          <w:b/>
          <w:sz w:val="22"/>
          <w:szCs w:val="22"/>
        </w:rPr>
      </w:pPr>
    </w:p>
    <w:p w14:paraId="54E49D4F" w14:textId="6173B9FC" w:rsidR="00DF393A" w:rsidRPr="00DF393A" w:rsidRDefault="00DF393A">
      <w:pPr>
        <w:rPr>
          <w:rFonts w:eastAsia="Calibri" w:cs="Arial"/>
          <w:bCs/>
          <w:sz w:val="22"/>
          <w:szCs w:val="22"/>
        </w:rPr>
      </w:pPr>
    </w:p>
    <w:sectPr w:rsidR="00DF393A" w:rsidRPr="00DF393A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B5EA" w14:textId="77777777" w:rsidR="00656C56" w:rsidRDefault="00656C56" w:rsidP="00E55534">
      <w:r>
        <w:separator/>
      </w:r>
    </w:p>
  </w:endnote>
  <w:endnote w:type="continuationSeparator" w:id="0">
    <w:p w14:paraId="3BEE7BD3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5496" w14:textId="77777777" w:rsidR="0039477F" w:rsidRDefault="00394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525CAAC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923F940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41DC54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4E48E6">
            <w:t>02</w:t>
          </w:r>
          <w:r w:rsidRPr="00723F4F">
            <w:fldChar w:fldCharType="end"/>
          </w:r>
        </w:p>
      </w:tc>
    </w:tr>
  </w:tbl>
  <w:p w14:paraId="25DD03D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1C673" wp14:editId="1AE72D9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081349FA" w14:textId="77777777" w:rsidTr="00723F4F">
      <w:tc>
        <w:tcPr>
          <w:tcW w:w="9664" w:type="dxa"/>
          <w:shd w:val="clear" w:color="auto" w:fill="auto"/>
        </w:tcPr>
        <w:p w14:paraId="36236CD7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AF4964">
            <w:rPr>
              <w:rStyle w:val="Hervorhebung"/>
              <w:lang w:val="de-DE"/>
            </w:rPr>
            <w:t>WIRTGEN GmbH</w:t>
          </w:r>
          <w:r w:rsidRPr="00AF4964">
            <w:rPr>
              <w:lang w:val="de-DE"/>
            </w:rPr>
            <w:t xml:space="preserve"> · Reinhard-Wirtgen-Str. </w:t>
          </w:r>
          <w:r>
            <w:t xml:space="preserve">2 · 53578 </w:t>
          </w:r>
          <w:proofErr w:type="spellStart"/>
          <w:r>
            <w:t>Windhagen</w:t>
          </w:r>
          <w:proofErr w:type="spellEnd"/>
          <w:r>
            <w:t>, Germany · T: +49-2645-131-0</w:t>
          </w:r>
        </w:p>
      </w:tc>
    </w:tr>
  </w:tbl>
  <w:p w14:paraId="6709B570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04076" wp14:editId="3E95B68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31A0" w14:textId="77777777" w:rsidR="00656C56" w:rsidRDefault="00656C56" w:rsidP="00E55534">
      <w:r>
        <w:separator/>
      </w:r>
    </w:p>
  </w:footnote>
  <w:footnote w:type="continuationSeparator" w:id="0">
    <w:p w14:paraId="151BB84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D10" w14:textId="1A76084D" w:rsidR="0039477F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292AFE" wp14:editId="1F40C15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07713" w14:textId="6314FDED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92AF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OeBego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4BF07713" w14:textId="6314FDED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45" w14:textId="7AC95107" w:rsidR="00533132" w:rsidRPr="00533132" w:rsidRDefault="0077266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836618C" wp14:editId="669B33E5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58C27" w14:textId="017EA2FE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6618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qhb3c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7E258C27" w14:textId="017EA2FE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60288" behindDoc="1" locked="0" layoutInCell="1" allowOverlap="1" wp14:anchorId="0466B8CA" wp14:editId="73CBDB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ECDB" w14:textId="6D7E1BE4" w:rsidR="00533132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00F649" wp14:editId="1C2070D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AF67F" w14:textId="597F1D82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0F64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236AF67F" w14:textId="597F1D82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CC4DB9" wp14:editId="05CE8C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56192" behindDoc="0" locked="0" layoutInCell="1" allowOverlap="1" wp14:anchorId="5FF39920" wp14:editId="1F46438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77F">
      <w:rPr>
        <w:noProof/>
      </w:rPr>
      <w:drawing>
        <wp:anchor distT="0" distB="0" distL="114300" distR="114300" simplePos="0" relativeHeight="251655168" behindDoc="0" locked="0" layoutInCell="1" allowOverlap="1" wp14:anchorId="65998940" wp14:editId="4E335C1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12BFD"/>
    <w:rsid w:val="00016656"/>
    <w:rsid w:val="00030032"/>
    <w:rsid w:val="00031CDB"/>
    <w:rsid w:val="00042106"/>
    <w:rsid w:val="00046AB0"/>
    <w:rsid w:val="0005285B"/>
    <w:rsid w:val="00066D09"/>
    <w:rsid w:val="0009665C"/>
    <w:rsid w:val="000977B0"/>
    <w:rsid w:val="000B53E6"/>
    <w:rsid w:val="000C369D"/>
    <w:rsid w:val="000D42D4"/>
    <w:rsid w:val="00103205"/>
    <w:rsid w:val="0012026F"/>
    <w:rsid w:val="00132055"/>
    <w:rsid w:val="001B16BB"/>
    <w:rsid w:val="00207BE9"/>
    <w:rsid w:val="00253A2E"/>
    <w:rsid w:val="002843A4"/>
    <w:rsid w:val="0029634D"/>
    <w:rsid w:val="002E765F"/>
    <w:rsid w:val="002F108B"/>
    <w:rsid w:val="0030316D"/>
    <w:rsid w:val="0032774C"/>
    <w:rsid w:val="00333DA6"/>
    <w:rsid w:val="0034191A"/>
    <w:rsid w:val="00343CC7"/>
    <w:rsid w:val="00345642"/>
    <w:rsid w:val="00377BE9"/>
    <w:rsid w:val="00384A08"/>
    <w:rsid w:val="0039477F"/>
    <w:rsid w:val="003A753A"/>
    <w:rsid w:val="003C0462"/>
    <w:rsid w:val="003D322E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A48F5"/>
    <w:rsid w:val="004E48A6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5D7067"/>
    <w:rsid w:val="0060684C"/>
    <w:rsid w:val="006330A2"/>
    <w:rsid w:val="00642EB6"/>
    <w:rsid w:val="00656C56"/>
    <w:rsid w:val="006C2AE6"/>
    <w:rsid w:val="006C5359"/>
    <w:rsid w:val="006C5A75"/>
    <w:rsid w:val="006F7602"/>
    <w:rsid w:val="007207C5"/>
    <w:rsid w:val="00722A17"/>
    <w:rsid w:val="00723F4F"/>
    <w:rsid w:val="00732124"/>
    <w:rsid w:val="00732ABD"/>
    <w:rsid w:val="00757B83"/>
    <w:rsid w:val="00772664"/>
    <w:rsid w:val="00791A69"/>
    <w:rsid w:val="00794830"/>
    <w:rsid w:val="00797CAA"/>
    <w:rsid w:val="007C2658"/>
    <w:rsid w:val="007E20D0"/>
    <w:rsid w:val="007E3DAB"/>
    <w:rsid w:val="00816DA7"/>
    <w:rsid w:val="00820315"/>
    <w:rsid w:val="008427F2"/>
    <w:rsid w:val="00843B45"/>
    <w:rsid w:val="00863129"/>
    <w:rsid w:val="008670A3"/>
    <w:rsid w:val="008755E5"/>
    <w:rsid w:val="00894BAD"/>
    <w:rsid w:val="008B59E8"/>
    <w:rsid w:val="008C2DB2"/>
    <w:rsid w:val="008D770E"/>
    <w:rsid w:val="0090337E"/>
    <w:rsid w:val="0091625B"/>
    <w:rsid w:val="00920702"/>
    <w:rsid w:val="009328FA"/>
    <w:rsid w:val="009646E4"/>
    <w:rsid w:val="009C2378"/>
    <w:rsid w:val="009D016F"/>
    <w:rsid w:val="009E251D"/>
    <w:rsid w:val="009F24CE"/>
    <w:rsid w:val="009F5DDA"/>
    <w:rsid w:val="00A07275"/>
    <w:rsid w:val="00A112D4"/>
    <w:rsid w:val="00A171F4"/>
    <w:rsid w:val="00A24EFC"/>
    <w:rsid w:val="00A514B7"/>
    <w:rsid w:val="00A57B37"/>
    <w:rsid w:val="00A84796"/>
    <w:rsid w:val="00A977CE"/>
    <w:rsid w:val="00AD131F"/>
    <w:rsid w:val="00AF3B3A"/>
    <w:rsid w:val="00AF4964"/>
    <w:rsid w:val="00AF4E8E"/>
    <w:rsid w:val="00AF6569"/>
    <w:rsid w:val="00B06265"/>
    <w:rsid w:val="00B13BD7"/>
    <w:rsid w:val="00B5232A"/>
    <w:rsid w:val="00B5407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DE12AD"/>
    <w:rsid w:val="00DF393A"/>
    <w:rsid w:val="00DF7D9B"/>
    <w:rsid w:val="00E07290"/>
    <w:rsid w:val="00E14608"/>
    <w:rsid w:val="00E21E67"/>
    <w:rsid w:val="00E23A4E"/>
    <w:rsid w:val="00E24472"/>
    <w:rsid w:val="00E30EBF"/>
    <w:rsid w:val="00E316C0"/>
    <w:rsid w:val="00E4572E"/>
    <w:rsid w:val="00E52D70"/>
    <w:rsid w:val="00E55534"/>
    <w:rsid w:val="00E914D1"/>
    <w:rsid w:val="00E979B9"/>
    <w:rsid w:val="00EC6DE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408F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Standardabsatz">
    <w:name w:val="Standardabsatz"/>
    <w:basedOn w:val="Standard"/>
    <w:qFormat/>
    <w:rsid w:val="00DF393A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DF393A"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rsid w:val="00DF393A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BUbold">
    <w:name w:val="BU bold"/>
    <w:basedOn w:val="Standard"/>
    <w:next w:val="BUnormal"/>
    <w:qFormat/>
    <w:rsid w:val="00DF393A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DF393A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DF393A"/>
    <w:pPr>
      <w:spacing w:before="220" w:after="440"/>
    </w:pPr>
    <w:rPr>
      <w:rFonts w:eastAsiaTheme="minorHAnsi" w:cstheme="minorBidi"/>
      <w:i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1352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</cp:revision>
  <cp:lastPrinted>2018-04-24T11:37:00Z</cp:lastPrinted>
  <dcterms:created xsi:type="dcterms:W3CDTF">2022-01-18T13:35:00Z</dcterms:created>
  <dcterms:modified xsi:type="dcterms:W3CDTF">2022-02-14T13:09:00Z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2022-02-14T13:09:11Z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760c280c-ae23-45ec-9fd5-551c9e9b578b</vt:lpwstr>
  </property>
  <property fmtid="{D5CDD505-2E9C-101B-9397-08002B2CF9AE}" pid="11" name="MSIP_Label_df1a195f-122b-42dc-a2d3-71a1903dcdac_ContentBits">
    <vt:lpwstr>1</vt:lpwstr>
  </property>
</Properties>
</file>